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12C9783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0D3270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8BB0E7C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46121" w:rsidRPr="00222D6B">
        <w:rPr>
          <w:rFonts w:cstheme="minorHAnsi"/>
          <w:noProof/>
          <w:szCs w:val="18"/>
          <w:lang w:eastAsia="pl-PL"/>
        </w:rPr>
        <w:t>POST/DYS/OW/GZ/04295/2025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46121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FBB1A3A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46121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8F969A5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846121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60347A9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46121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846121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08E94D1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846121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846121" w:rsidRPr="00222D6B">
        <w:rPr>
          <w:rFonts w:cstheme="minorHAnsi"/>
          <w:b/>
          <w:noProof/>
        </w:rPr>
        <w:t>POST/DYS/OW/GZ/04295/2025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32CC97DB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46121" w:rsidRPr="00222D6B">
        <w:rPr>
          <w:rFonts w:cstheme="minorHAnsi"/>
          <w:noProof/>
          <w:lang w:eastAsia="pl-PL"/>
        </w:rPr>
        <w:t>POST/DYS/OW/GZ/04295/2025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46121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2296C17C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846121" w:rsidRPr="00222D6B">
        <w:rPr>
          <w:rFonts w:cstheme="minorHAnsi"/>
          <w:noProof/>
          <w:lang w:eastAsia="pl-PL"/>
        </w:rPr>
        <w:t>POST/DYS/OW/GZ/04295/2025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846121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45271ACA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846121" w:rsidRPr="00222D6B">
        <w:rPr>
          <w:rFonts w:cstheme="minorHAnsi"/>
          <w:noProof/>
          <w:lang w:eastAsia="pl-PL"/>
        </w:rPr>
        <w:t>POST/DYS/OW/GZ/04295/2025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846121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766D19F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46121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R35: Miasto Mińsk Mazowiecki, Gmina Mińsk Mazowiecki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1589E6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46121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POST/DYS/OW/GZ/04295/2025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270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3D5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833ED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4295_zał nr 4, 6, 7, 8, 11 do SWZ.docx</dmsv2BaseFileName>
    <dmsv2BaseDisplayName xmlns="http://schemas.microsoft.com/sharepoint/v3">4295_zał nr 4, 6, 7, 8, 11 do SWZ</dmsv2BaseDisplayName>
    <dmsv2SWPP2ObjectNumber xmlns="http://schemas.microsoft.com/sharepoint/v3">POST/DYS/OW/GZ/04295/2025                         </dmsv2SWPP2ObjectNumber>
    <dmsv2SWPP2SumMD5 xmlns="http://schemas.microsoft.com/sharepoint/v3">08458c67561bb1749336f1bf4053db55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23868264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DPFVW34YURAE-834641568-16393</_dlc_DocId>
    <_dlc_DocIdUrl xmlns="a19cb1c7-c5c7-46d4-85ae-d83685407bba">
      <Url>https://swpp2.dms.gkpge.pl/sites/40/_layouts/15/DocIdRedir.aspx?ID=DPFVW34YURAE-834641568-16393</Url>
      <Description>DPFVW34YURAE-834641568-16393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219783-6937-45C5-864C-7A89E04C0C6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368E54-72DC-4B63-B4F1-51EDC602656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5221</Words>
  <Characters>31330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2025-11-27T19:47:00Z</dcterms:created>
  <dcterms:modified xsi:type="dcterms:W3CDTF">2025-11-27T20:59:00Z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26eebe83-3508-4eeb-9278-cd5b596541aa</vt:lpwstr>
  </property>
</Properties>
</file>